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D85" w:rsidRDefault="006E4D85" w:rsidP="0038229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47"/>
        <w:gridCol w:w="2347"/>
        <w:gridCol w:w="2347"/>
        <w:gridCol w:w="2347"/>
        <w:gridCol w:w="2348"/>
      </w:tblGrid>
      <w:tr w:rsidR="006E4D85">
        <w:trPr>
          <w:cantSplit/>
        </w:trPr>
        <w:tc>
          <w:tcPr>
            <w:tcW w:w="11736" w:type="dxa"/>
            <w:gridSpan w:val="5"/>
            <w:shd w:val="clear" w:color="auto" w:fill="FFFF00"/>
          </w:tcPr>
          <w:p w:rsidR="006E4D85" w:rsidRDefault="008F3B73">
            <w:pPr>
              <w:jc w:val="center"/>
              <w:rPr>
                <w:color w:val="008000"/>
              </w:rPr>
            </w:pPr>
            <w:r>
              <w:rPr>
                <w:color w:val="008000"/>
              </w:rPr>
              <w:t>Unit Plan</w:t>
            </w:r>
            <w:r w:rsidR="00D22FC5">
              <w:rPr>
                <w:color w:val="008000"/>
              </w:rPr>
              <w:t xml:space="preserve">  Plants unit</w:t>
            </w:r>
          </w:p>
        </w:tc>
      </w:tr>
      <w:tr w:rsidR="006E4D85">
        <w:trPr>
          <w:cantSplit/>
        </w:trPr>
        <w:tc>
          <w:tcPr>
            <w:tcW w:w="2347" w:type="dxa"/>
            <w:shd w:val="clear" w:color="auto" w:fill="FFFF00"/>
          </w:tcPr>
          <w:p w:rsidR="006E4D85" w:rsidRDefault="00017E7D" w:rsidP="00017E7D">
            <w:pPr>
              <w:jc w:val="center"/>
            </w:pPr>
            <w:r>
              <w:t>Day 1</w:t>
            </w:r>
          </w:p>
        </w:tc>
        <w:tc>
          <w:tcPr>
            <w:tcW w:w="2347" w:type="dxa"/>
            <w:shd w:val="clear" w:color="auto" w:fill="FFFF00"/>
          </w:tcPr>
          <w:p w:rsidR="006E4D85" w:rsidRDefault="00017E7D" w:rsidP="00017E7D">
            <w:pPr>
              <w:jc w:val="center"/>
            </w:pPr>
            <w:r>
              <w:t>Day 2</w:t>
            </w:r>
          </w:p>
        </w:tc>
        <w:tc>
          <w:tcPr>
            <w:tcW w:w="2347" w:type="dxa"/>
            <w:shd w:val="clear" w:color="auto" w:fill="FFFF00"/>
          </w:tcPr>
          <w:p w:rsidR="006E4D85" w:rsidRDefault="00017E7D" w:rsidP="00017E7D">
            <w:pPr>
              <w:jc w:val="center"/>
            </w:pPr>
            <w:r>
              <w:t>Day 3</w:t>
            </w:r>
          </w:p>
        </w:tc>
        <w:tc>
          <w:tcPr>
            <w:tcW w:w="2347" w:type="dxa"/>
            <w:shd w:val="clear" w:color="auto" w:fill="FFFF00"/>
          </w:tcPr>
          <w:p w:rsidR="006E4D85" w:rsidRDefault="00017E7D" w:rsidP="00017E7D">
            <w:pPr>
              <w:jc w:val="center"/>
            </w:pPr>
            <w:r>
              <w:t>Day 4</w:t>
            </w:r>
          </w:p>
        </w:tc>
        <w:tc>
          <w:tcPr>
            <w:tcW w:w="2348" w:type="dxa"/>
            <w:shd w:val="clear" w:color="auto" w:fill="FFFF00"/>
          </w:tcPr>
          <w:p w:rsidR="006E4D85" w:rsidRDefault="00017E7D" w:rsidP="00017E7D">
            <w:pPr>
              <w:jc w:val="center"/>
            </w:pPr>
            <w:r>
              <w:t>Day 5</w:t>
            </w:r>
          </w:p>
        </w:tc>
      </w:tr>
      <w:tr w:rsidR="006E4D85" w:rsidTr="00691481">
        <w:trPr>
          <w:cantSplit/>
          <w:trHeight w:hRule="exact" w:val="4249"/>
        </w:trPr>
        <w:tc>
          <w:tcPr>
            <w:tcW w:w="2347" w:type="dxa"/>
          </w:tcPr>
          <w:p w:rsidR="00017E7D" w:rsidRDefault="00673A32" w:rsidP="004669AE">
            <w:pPr>
              <w:jc w:val="center"/>
            </w:pPr>
            <w:r>
              <w:t xml:space="preserve">X </w:t>
            </w:r>
            <w:r w:rsidR="004A160F">
              <w:t>What is gas?</w:t>
            </w:r>
            <w:r>
              <w:t xml:space="preserve"> X</w:t>
            </w:r>
          </w:p>
          <w:p w:rsidR="004A160F" w:rsidRDefault="004A160F" w:rsidP="004669AE">
            <w:pPr>
              <w:jc w:val="center"/>
            </w:pPr>
          </w:p>
          <w:p w:rsidR="004A160F" w:rsidRDefault="004A160F" w:rsidP="004669AE">
            <w:pPr>
              <w:jc w:val="center"/>
            </w:pPr>
            <w:r>
              <w:t>Engage</w:t>
            </w:r>
          </w:p>
          <w:p w:rsidR="004A160F" w:rsidRDefault="004A160F" w:rsidP="004669AE">
            <w:pPr>
              <w:jc w:val="center"/>
            </w:pPr>
            <w:r>
              <w:t>Explore</w:t>
            </w:r>
          </w:p>
          <w:p w:rsidR="00EF2AA2" w:rsidRDefault="00EF2AA2" w:rsidP="004669AE">
            <w:pPr>
              <w:jc w:val="center"/>
            </w:pPr>
          </w:p>
          <w:p w:rsidR="00EF2AA2" w:rsidRDefault="00EF2AA2" w:rsidP="004669AE">
            <w:pPr>
              <w:jc w:val="center"/>
            </w:pPr>
          </w:p>
          <w:p w:rsidR="00EF2AA2" w:rsidRDefault="00EF2AA2" w:rsidP="004669AE">
            <w:pPr>
              <w:jc w:val="center"/>
            </w:pPr>
          </w:p>
          <w:p w:rsidR="00EF2AA2" w:rsidRDefault="00EF2AA2" w:rsidP="004669AE">
            <w:pPr>
              <w:jc w:val="center"/>
            </w:pPr>
          </w:p>
          <w:p w:rsidR="00EF2AA2" w:rsidRDefault="00EF2AA2" w:rsidP="004669AE">
            <w:pPr>
              <w:jc w:val="center"/>
            </w:pPr>
          </w:p>
          <w:p w:rsidR="00EF2AA2" w:rsidRDefault="00EF2AA2" w:rsidP="004669AE">
            <w:pPr>
              <w:jc w:val="center"/>
            </w:pPr>
          </w:p>
          <w:p w:rsidR="00EF2AA2" w:rsidRDefault="00EF2AA2" w:rsidP="004669AE">
            <w:pPr>
              <w:jc w:val="center"/>
            </w:pPr>
          </w:p>
          <w:p w:rsidR="00EF2AA2" w:rsidRDefault="00EF2AA2" w:rsidP="004669AE">
            <w:pPr>
              <w:jc w:val="center"/>
            </w:pPr>
            <w:r>
              <w:t>PPT</w:t>
            </w:r>
          </w:p>
          <w:p w:rsidR="00EF2AA2" w:rsidRPr="00017E7D" w:rsidRDefault="00EF2AA2" w:rsidP="004669AE">
            <w:pPr>
              <w:jc w:val="center"/>
            </w:pPr>
            <w:r>
              <w:t>X</w:t>
            </w:r>
          </w:p>
        </w:tc>
        <w:tc>
          <w:tcPr>
            <w:tcW w:w="2347" w:type="dxa"/>
          </w:tcPr>
          <w:p w:rsidR="004A160F" w:rsidRDefault="00673A32" w:rsidP="004A160F">
            <w:pPr>
              <w:jc w:val="center"/>
            </w:pPr>
            <w:r>
              <w:t xml:space="preserve">X </w:t>
            </w:r>
            <w:r w:rsidR="004A160F">
              <w:t>What is gas?</w:t>
            </w:r>
            <w:r>
              <w:t xml:space="preserve"> X</w:t>
            </w:r>
          </w:p>
          <w:p w:rsidR="004A160F" w:rsidRDefault="004A160F" w:rsidP="004A160F">
            <w:pPr>
              <w:jc w:val="center"/>
            </w:pPr>
          </w:p>
          <w:p w:rsidR="004A160F" w:rsidRDefault="004A160F" w:rsidP="004A160F">
            <w:pPr>
              <w:jc w:val="center"/>
            </w:pPr>
            <w:r>
              <w:t>Explanation</w:t>
            </w:r>
          </w:p>
          <w:p w:rsidR="004A160F" w:rsidRDefault="004A160F" w:rsidP="004A160F">
            <w:pPr>
              <w:jc w:val="center"/>
            </w:pPr>
          </w:p>
          <w:p w:rsidR="004A160F" w:rsidRDefault="004A160F" w:rsidP="004A160F">
            <w:pPr>
              <w:jc w:val="center"/>
            </w:pPr>
            <w:r>
              <w:t>Properties</w:t>
            </w:r>
          </w:p>
          <w:p w:rsidR="004A160F" w:rsidRDefault="004A160F" w:rsidP="004A160F">
            <w:pPr>
              <w:jc w:val="center"/>
            </w:pPr>
          </w:p>
          <w:p w:rsidR="00EF2AA2" w:rsidRDefault="00EF2AA2" w:rsidP="004A160F">
            <w:pPr>
              <w:jc w:val="center"/>
            </w:pPr>
          </w:p>
          <w:p w:rsidR="00EF2AA2" w:rsidRDefault="00EF2AA2" w:rsidP="004A160F">
            <w:pPr>
              <w:jc w:val="center"/>
            </w:pPr>
          </w:p>
          <w:p w:rsidR="00EF2AA2" w:rsidRDefault="00EF2AA2" w:rsidP="004A160F">
            <w:pPr>
              <w:jc w:val="center"/>
            </w:pPr>
          </w:p>
          <w:p w:rsidR="00EF2AA2" w:rsidRDefault="00EF2AA2" w:rsidP="004A160F">
            <w:pPr>
              <w:jc w:val="center"/>
            </w:pPr>
          </w:p>
          <w:p w:rsidR="00EF2AA2" w:rsidRDefault="00EF2AA2" w:rsidP="00EF2AA2">
            <w:pPr>
              <w:jc w:val="center"/>
            </w:pPr>
          </w:p>
          <w:p w:rsidR="00EF2AA2" w:rsidRDefault="00EF2AA2" w:rsidP="00EF2AA2">
            <w:pPr>
              <w:jc w:val="center"/>
            </w:pPr>
            <w:r>
              <w:t>PPT</w:t>
            </w:r>
          </w:p>
          <w:p w:rsidR="00EF2AA2" w:rsidRPr="00727621" w:rsidRDefault="00EF2AA2" w:rsidP="00EF2AA2">
            <w:pPr>
              <w:jc w:val="center"/>
            </w:pPr>
            <w:r>
              <w:t>X</w:t>
            </w:r>
          </w:p>
        </w:tc>
        <w:tc>
          <w:tcPr>
            <w:tcW w:w="2347" w:type="dxa"/>
          </w:tcPr>
          <w:p w:rsidR="006E4D85" w:rsidRDefault="00673A32" w:rsidP="004669AE">
            <w:pPr>
              <w:jc w:val="center"/>
            </w:pPr>
            <w:r>
              <w:t xml:space="preserve">X </w:t>
            </w:r>
            <w:r w:rsidR="004A160F">
              <w:t>Pressure</w:t>
            </w:r>
            <w:r>
              <w:t xml:space="preserve"> X</w:t>
            </w:r>
          </w:p>
          <w:p w:rsidR="00E657E8" w:rsidRDefault="00E657E8" w:rsidP="004669AE">
            <w:pPr>
              <w:jc w:val="center"/>
            </w:pPr>
          </w:p>
          <w:p w:rsidR="00E657E8" w:rsidRDefault="00E657E8" w:rsidP="004669AE">
            <w:pPr>
              <w:jc w:val="center"/>
            </w:pPr>
          </w:p>
          <w:p w:rsidR="00EF2AA2" w:rsidRDefault="00EF2AA2" w:rsidP="004669AE">
            <w:pPr>
              <w:jc w:val="center"/>
            </w:pPr>
          </w:p>
          <w:p w:rsidR="00EF2AA2" w:rsidRDefault="00EF2AA2" w:rsidP="004669AE">
            <w:pPr>
              <w:jc w:val="center"/>
            </w:pPr>
          </w:p>
          <w:p w:rsidR="00EF2AA2" w:rsidRDefault="00EF2AA2" w:rsidP="004669AE">
            <w:pPr>
              <w:jc w:val="center"/>
            </w:pPr>
          </w:p>
          <w:p w:rsidR="00EF2AA2" w:rsidRDefault="00EF2AA2" w:rsidP="004669AE">
            <w:pPr>
              <w:jc w:val="center"/>
            </w:pPr>
          </w:p>
          <w:p w:rsidR="00EF2AA2" w:rsidRDefault="00EF2AA2" w:rsidP="004669AE">
            <w:pPr>
              <w:jc w:val="center"/>
            </w:pPr>
          </w:p>
          <w:p w:rsidR="00EF2AA2" w:rsidRDefault="00EF2AA2" w:rsidP="004669AE">
            <w:pPr>
              <w:jc w:val="center"/>
            </w:pPr>
          </w:p>
          <w:p w:rsidR="00EF2AA2" w:rsidRDefault="00EF2AA2" w:rsidP="004669AE">
            <w:pPr>
              <w:jc w:val="center"/>
            </w:pPr>
          </w:p>
          <w:p w:rsidR="00EF2AA2" w:rsidRDefault="00EF2AA2" w:rsidP="004669AE">
            <w:pPr>
              <w:jc w:val="center"/>
            </w:pPr>
          </w:p>
          <w:p w:rsidR="00EF2AA2" w:rsidRDefault="00EF2AA2" w:rsidP="004669AE">
            <w:pPr>
              <w:jc w:val="center"/>
            </w:pPr>
            <w:r>
              <w:t>PPT</w:t>
            </w:r>
          </w:p>
          <w:p w:rsidR="00EF2AA2" w:rsidRPr="00597D46" w:rsidRDefault="00EF2AA2" w:rsidP="004669AE">
            <w:pPr>
              <w:jc w:val="center"/>
            </w:pPr>
            <w:r>
              <w:t>X</w:t>
            </w:r>
          </w:p>
        </w:tc>
        <w:tc>
          <w:tcPr>
            <w:tcW w:w="2347" w:type="dxa"/>
          </w:tcPr>
          <w:p w:rsidR="00097FD7" w:rsidRDefault="00113ED7" w:rsidP="00097FD7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X </w:t>
            </w:r>
            <w:r w:rsidR="00097FD7">
              <w:rPr>
                <w:u w:val="single"/>
              </w:rPr>
              <w:t xml:space="preserve">Temperature, volume and pressure (combined gas </w:t>
            </w:r>
            <w:r>
              <w:rPr>
                <w:u w:val="single"/>
              </w:rPr>
              <w:t xml:space="preserve"> </w:t>
            </w:r>
            <w:r w:rsidR="00097FD7">
              <w:rPr>
                <w:u w:val="single"/>
              </w:rPr>
              <w:t>law)</w:t>
            </w:r>
            <w:r>
              <w:rPr>
                <w:u w:val="single"/>
              </w:rPr>
              <w:t xml:space="preserve"> X</w:t>
            </w:r>
          </w:p>
          <w:p w:rsidR="00EF2AA2" w:rsidRDefault="00EF2AA2" w:rsidP="00097FD7">
            <w:pPr>
              <w:jc w:val="center"/>
              <w:rPr>
                <w:u w:val="single"/>
              </w:rPr>
            </w:pPr>
          </w:p>
          <w:p w:rsidR="00EF2AA2" w:rsidRDefault="00EF2AA2" w:rsidP="00097FD7">
            <w:pPr>
              <w:jc w:val="center"/>
              <w:rPr>
                <w:u w:val="single"/>
              </w:rPr>
            </w:pPr>
          </w:p>
          <w:p w:rsidR="00EF2AA2" w:rsidRDefault="00EF2AA2" w:rsidP="00097FD7">
            <w:pPr>
              <w:jc w:val="center"/>
              <w:rPr>
                <w:u w:val="single"/>
              </w:rPr>
            </w:pPr>
          </w:p>
          <w:p w:rsidR="00EF2AA2" w:rsidRDefault="00EF2AA2" w:rsidP="00097FD7">
            <w:pPr>
              <w:jc w:val="center"/>
              <w:rPr>
                <w:u w:val="single"/>
              </w:rPr>
            </w:pPr>
          </w:p>
          <w:p w:rsidR="00EF2AA2" w:rsidRDefault="00EF2AA2" w:rsidP="00097FD7">
            <w:pPr>
              <w:jc w:val="center"/>
              <w:rPr>
                <w:u w:val="single"/>
              </w:rPr>
            </w:pPr>
          </w:p>
          <w:p w:rsidR="00EF2AA2" w:rsidRDefault="00EF2AA2" w:rsidP="00097FD7">
            <w:pPr>
              <w:jc w:val="center"/>
              <w:rPr>
                <w:u w:val="single"/>
              </w:rPr>
            </w:pPr>
          </w:p>
          <w:p w:rsidR="00EF2AA2" w:rsidRDefault="00EF2AA2" w:rsidP="00097FD7">
            <w:pPr>
              <w:jc w:val="center"/>
              <w:rPr>
                <w:u w:val="single"/>
              </w:rPr>
            </w:pPr>
          </w:p>
          <w:p w:rsidR="00EF2AA2" w:rsidRDefault="00EF2AA2" w:rsidP="00097FD7">
            <w:pPr>
              <w:jc w:val="center"/>
              <w:rPr>
                <w:u w:val="single"/>
              </w:rPr>
            </w:pPr>
          </w:p>
          <w:p w:rsidR="00EF2AA2" w:rsidRDefault="00EF2AA2" w:rsidP="00097FD7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PPT</w:t>
            </w:r>
          </w:p>
          <w:p w:rsidR="00A33884" w:rsidRPr="00597D46" w:rsidRDefault="00A33884" w:rsidP="00097FD7">
            <w:pPr>
              <w:jc w:val="center"/>
              <w:rPr>
                <w:u w:val="single"/>
              </w:rPr>
            </w:pPr>
            <w:r>
              <w:rPr>
                <w:u w:val="single"/>
              </w:rPr>
              <w:t>X</w:t>
            </w:r>
          </w:p>
        </w:tc>
        <w:tc>
          <w:tcPr>
            <w:tcW w:w="2348" w:type="dxa"/>
          </w:tcPr>
          <w:p w:rsidR="00097FD7" w:rsidRDefault="00EE08C8" w:rsidP="00097FD7">
            <w:r>
              <w:t xml:space="preserve">X </w:t>
            </w:r>
            <w:r w:rsidR="00232C46">
              <w:t xml:space="preserve">Combined gas law </w:t>
            </w:r>
            <w:proofErr w:type="spellStart"/>
            <w:r w:rsidR="00232C46">
              <w:t>lab</w:t>
            </w:r>
            <w:r>
              <w:t>X</w:t>
            </w:r>
            <w:proofErr w:type="spellEnd"/>
          </w:p>
          <w:p w:rsidR="000C58B4" w:rsidRDefault="000C58B4" w:rsidP="00097FD7"/>
          <w:p w:rsidR="000C58B4" w:rsidRDefault="000C58B4" w:rsidP="00097FD7"/>
          <w:p w:rsidR="000C58B4" w:rsidRDefault="000C58B4" w:rsidP="00097FD7"/>
          <w:p w:rsidR="000C58B4" w:rsidRDefault="000C58B4" w:rsidP="00097FD7"/>
          <w:p w:rsidR="000C58B4" w:rsidRDefault="000C58B4" w:rsidP="00097FD7"/>
          <w:p w:rsidR="000C58B4" w:rsidRDefault="000C58B4" w:rsidP="00097FD7"/>
          <w:p w:rsidR="000C58B4" w:rsidRDefault="000C58B4" w:rsidP="00097FD7"/>
          <w:p w:rsidR="000C58B4" w:rsidRDefault="00CC3400" w:rsidP="00097FD7">
            <w:r>
              <w:t>Work on combined gas law problems</w:t>
            </w:r>
          </w:p>
          <w:p w:rsidR="000C58B4" w:rsidRDefault="000C58B4" w:rsidP="00097FD7"/>
          <w:p w:rsidR="000C58B4" w:rsidRDefault="000C58B4" w:rsidP="00097FD7"/>
          <w:p w:rsidR="000C58B4" w:rsidRDefault="000C58B4" w:rsidP="00097FD7"/>
          <w:p w:rsidR="000C58B4" w:rsidRDefault="000C58B4" w:rsidP="00097FD7"/>
          <w:p w:rsidR="000C58B4" w:rsidRDefault="000C58B4" w:rsidP="00097FD7">
            <w:r>
              <w:t>Assign gas in our lives and history project</w:t>
            </w:r>
          </w:p>
        </w:tc>
      </w:tr>
      <w:tr w:rsidR="006E4D85">
        <w:trPr>
          <w:cantSplit/>
        </w:trPr>
        <w:tc>
          <w:tcPr>
            <w:tcW w:w="2347" w:type="dxa"/>
            <w:shd w:val="clear" w:color="auto" w:fill="FFFF00"/>
          </w:tcPr>
          <w:p w:rsidR="006E4D85" w:rsidRDefault="00017E7D" w:rsidP="00017E7D">
            <w:pPr>
              <w:jc w:val="center"/>
            </w:pPr>
            <w:r>
              <w:t>Day 6</w:t>
            </w:r>
          </w:p>
        </w:tc>
        <w:tc>
          <w:tcPr>
            <w:tcW w:w="2347" w:type="dxa"/>
            <w:shd w:val="clear" w:color="auto" w:fill="FFFF00"/>
          </w:tcPr>
          <w:p w:rsidR="006E4D85" w:rsidRDefault="00017E7D" w:rsidP="00017E7D">
            <w:pPr>
              <w:jc w:val="center"/>
            </w:pPr>
            <w:r>
              <w:t>Day 7</w:t>
            </w:r>
          </w:p>
        </w:tc>
        <w:tc>
          <w:tcPr>
            <w:tcW w:w="2347" w:type="dxa"/>
            <w:shd w:val="clear" w:color="auto" w:fill="FFFF00"/>
          </w:tcPr>
          <w:p w:rsidR="006E4D85" w:rsidRDefault="00017E7D" w:rsidP="00017E7D">
            <w:pPr>
              <w:jc w:val="center"/>
            </w:pPr>
            <w:r>
              <w:t>Day 8</w:t>
            </w:r>
          </w:p>
        </w:tc>
        <w:tc>
          <w:tcPr>
            <w:tcW w:w="2347" w:type="dxa"/>
            <w:shd w:val="clear" w:color="auto" w:fill="FFFF00"/>
          </w:tcPr>
          <w:p w:rsidR="006E4D85" w:rsidRDefault="00017E7D" w:rsidP="00017E7D">
            <w:pPr>
              <w:jc w:val="center"/>
            </w:pPr>
            <w:r>
              <w:t>Day 9</w:t>
            </w:r>
          </w:p>
        </w:tc>
        <w:tc>
          <w:tcPr>
            <w:tcW w:w="2348" w:type="dxa"/>
            <w:shd w:val="clear" w:color="auto" w:fill="FFFF00"/>
          </w:tcPr>
          <w:p w:rsidR="006E4D85" w:rsidRDefault="00017E7D" w:rsidP="00017E7D">
            <w:pPr>
              <w:jc w:val="center"/>
            </w:pPr>
            <w:r>
              <w:t>Day 10</w:t>
            </w:r>
          </w:p>
        </w:tc>
      </w:tr>
      <w:tr w:rsidR="006E4D85" w:rsidTr="004D12F5">
        <w:trPr>
          <w:cantSplit/>
          <w:trHeight w:hRule="exact" w:val="5527"/>
        </w:trPr>
        <w:tc>
          <w:tcPr>
            <w:tcW w:w="2347" w:type="dxa"/>
          </w:tcPr>
          <w:p w:rsidR="006E4D85" w:rsidRDefault="00D91CA8" w:rsidP="006C163D">
            <w:pPr>
              <w:jc w:val="center"/>
            </w:pPr>
            <w:r>
              <w:t xml:space="preserve">X </w:t>
            </w:r>
            <w:r w:rsidR="000C58B4">
              <w:t>STP, volume and moles</w:t>
            </w:r>
            <w:r>
              <w:t xml:space="preserve"> X</w:t>
            </w:r>
          </w:p>
          <w:p w:rsidR="00EF2AA2" w:rsidRDefault="00EF2AA2" w:rsidP="006C163D">
            <w:pPr>
              <w:jc w:val="center"/>
            </w:pPr>
          </w:p>
          <w:p w:rsidR="00EF2AA2" w:rsidRDefault="00EF2AA2" w:rsidP="006C163D">
            <w:pPr>
              <w:jc w:val="center"/>
            </w:pPr>
          </w:p>
          <w:p w:rsidR="00EF2AA2" w:rsidRDefault="00EF2AA2" w:rsidP="006C163D">
            <w:pPr>
              <w:jc w:val="center"/>
            </w:pPr>
          </w:p>
          <w:p w:rsidR="00EF2AA2" w:rsidRDefault="00EF2AA2" w:rsidP="006C163D">
            <w:pPr>
              <w:jc w:val="center"/>
            </w:pPr>
          </w:p>
          <w:p w:rsidR="00EF2AA2" w:rsidRDefault="00EF2AA2" w:rsidP="006C163D">
            <w:pPr>
              <w:jc w:val="center"/>
            </w:pPr>
          </w:p>
          <w:p w:rsidR="00EF2AA2" w:rsidRDefault="00EF2AA2" w:rsidP="006C163D">
            <w:pPr>
              <w:jc w:val="center"/>
            </w:pPr>
          </w:p>
          <w:p w:rsidR="00EF2AA2" w:rsidRDefault="00EF2AA2" w:rsidP="006C163D">
            <w:pPr>
              <w:jc w:val="center"/>
            </w:pPr>
          </w:p>
          <w:p w:rsidR="00EF2AA2" w:rsidRDefault="00EF2AA2" w:rsidP="006C163D">
            <w:pPr>
              <w:jc w:val="center"/>
            </w:pPr>
          </w:p>
          <w:p w:rsidR="00EF2AA2" w:rsidRDefault="00EF2AA2" w:rsidP="006C163D">
            <w:pPr>
              <w:jc w:val="center"/>
            </w:pPr>
          </w:p>
          <w:p w:rsidR="00EF2AA2" w:rsidRPr="000C58B4" w:rsidRDefault="00EF2AA2" w:rsidP="006C163D">
            <w:pPr>
              <w:jc w:val="center"/>
            </w:pPr>
            <w:r>
              <w:t>PPT</w:t>
            </w:r>
          </w:p>
        </w:tc>
        <w:tc>
          <w:tcPr>
            <w:tcW w:w="2347" w:type="dxa"/>
          </w:tcPr>
          <w:p w:rsidR="00745100" w:rsidRDefault="00673A32" w:rsidP="00673A32">
            <w:pPr>
              <w:jc w:val="center"/>
            </w:pPr>
            <w:r>
              <w:t xml:space="preserve">X </w:t>
            </w:r>
            <w:r w:rsidR="000C58B4">
              <w:t>Project work day</w:t>
            </w:r>
            <w:r>
              <w:t xml:space="preserve"> X</w:t>
            </w:r>
          </w:p>
          <w:p w:rsidR="00673A32" w:rsidRPr="004C475B" w:rsidRDefault="00673A32" w:rsidP="004C475B"/>
        </w:tc>
        <w:tc>
          <w:tcPr>
            <w:tcW w:w="2347" w:type="dxa"/>
          </w:tcPr>
          <w:p w:rsidR="00C33C5F" w:rsidRDefault="000D7E7E" w:rsidP="000D7E7E">
            <w:pPr>
              <w:jc w:val="center"/>
            </w:pPr>
            <w:r>
              <w:t xml:space="preserve">X </w:t>
            </w:r>
            <w:r w:rsidR="000C58B4">
              <w:t>Ideal gas law</w:t>
            </w:r>
            <w:r>
              <w:t xml:space="preserve"> X</w:t>
            </w:r>
          </w:p>
          <w:p w:rsidR="0065420A" w:rsidRDefault="0065420A" w:rsidP="00C33C5F"/>
          <w:p w:rsidR="0065420A" w:rsidRDefault="0065420A" w:rsidP="00EF2AA2">
            <w:pPr>
              <w:jc w:val="center"/>
            </w:pPr>
          </w:p>
          <w:p w:rsidR="00EF2AA2" w:rsidRDefault="00EF2AA2" w:rsidP="00EF2AA2">
            <w:pPr>
              <w:jc w:val="center"/>
            </w:pPr>
          </w:p>
          <w:p w:rsidR="00EF2AA2" w:rsidRDefault="00EF2AA2" w:rsidP="00EF2AA2">
            <w:pPr>
              <w:jc w:val="center"/>
            </w:pPr>
          </w:p>
          <w:p w:rsidR="00EF2AA2" w:rsidRDefault="00EF2AA2" w:rsidP="00EF2AA2">
            <w:pPr>
              <w:jc w:val="center"/>
            </w:pPr>
          </w:p>
          <w:p w:rsidR="00EF2AA2" w:rsidRDefault="00F82D3F" w:rsidP="00EF2AA2">
            <w:pPr>
              <w:jc w:val="center"/>
            </w:pPr>
            <w:hyperlink r:id="rId5" w:history="1">
              <w:r w:rsidR="0012405C">
                <w:rPr>
                  <w:rStyle w:val="Hyperlink"/>
                </w:rPr>
                <w:t>http://intro.chem.okstate.edu/1314f00/laboratory/glp.htm</w:t>
              </w:r>
            </w:hyperlink>
          </w:p>
          <w:p w:rsidR="00EF2AA2" w:rsidRDefault="00EF2AA2" w:rsidP="00EF2AA2">
            <w:pPr>
              <w:jc w:val="center"/>
            </w:pPr>
          </w:p>
          <w:p w:rsidR="0065420A" w:rsidRDefault="0065420A" w:rsidP="00C33C5F"/>
          <w:p w:rsidR="0065420A" w:rsidRDefault="0065420A" w:rsidP="00C33C5F"/>
          <w:p w:rsidR="0065420A" w:rsidRDefault="0065420A" w:rsidP="00C33C5F"/>
          <w:p w:rsidR="0065420A" w:rsidRPr="00C33C5F" w:rsidRDefault="0065420A" w:rsidP="00C33C5F"/>
        </w:tc>
        <w:tc>
          <w:tcPr>
            <w:tcW w:w="2347" w:type="dxa"/>
          </w:tcPr>
          <w:p w:rsidR="00423C7C" w:rsidRDefault="000C58B4" w:rsidP="00804F72">
            <w:pPr>
              <w:jc w:val="center"/>
            </w:pPr>
            <w:r>
              <w:t>Partial pressures</w:t>
            </w:r>
          </w:p>
          <w:p w:rsidR="0065420A" w:rsidRDefault="0065420A" w:rsidP="004D12F5"/>
          <w:p w:rsidR="0065420A" w:rsidRDefault="0065420A" w:rsidP="004D12F5"/>
          <w:p w:rsidR="0065420A" w:rsidRDefault="0065420A" w:rsidP="004D12F5"/>
          <w:p w:rsidR="0065420A" w:rsidRDefault="0065420A" w:rsidP="004D12F5"/>
          <w:p w:rsidR="00EF2AA2" w:rsidRDefault="00EF2AA2" w:rsidP="004D12F5"/>
          <w:p w:rsidR="00EF2AA2" w:rsidRDefault="00EF2AA2" w:rsidP="004D12F5"/>
          <w:p w:rsidR="00EF2AA2" w:rsidRDefault="00EF2AA2" w:rsidP="004D12F5"/>
          <w:p w:rsidR="00EF2AA2" w:rsidRDefault="00EF2AA2" w:rsidP="004D12F5"/>
          <w:p w:rsidR="00EF2AA2" w:rsidRDefault="00EF2AA2" w:rsidP="004D12F5"/>
          <w:p w:rsidR="0065420A" w:rsidRDefault="0065420A" w:rsidP="004D12F5"/>
          <w:p w:rsidR="0065420A" w:rsidRPr="00691481" w:rsidRDefault="0065420A" w:rsidP="004D12F5"/>
        </w:tc>
        <w:tc>
          <w:tcPr>
            <w:tcW w:w="2348" w:type="dxa"/>
          </w:tcPr>
          <w:p w:rsidR="0078263F" w:rsidRPr="0078263F" w:rsidRDefault="00AB4E94" w:rsidP="004D12F5">
            <w:r>
              <w:t xml:space="preserve">X </w:t>
            </w:r>
            <w:r w:rsidR="000C58B4">
              <w:t>Project presentations</w:t>
            </w:r>
            <w:r>
              <w:t xml:space="preserve"> X</w:t>
            </w:r>
          </w:p>
        </w:tc>
      </w:tr>
    </w:tbl>
    <w:p w:rsidR="008F3B73" w:rsidRDefault="008F3B73"/>
    <w:sectPr w:rsidR="008F3B73" w:rsidSect="006E4D85">
      <w:pgSz w:w="12240" w:h="15840" w:code="1"/>
      <w:pgMar w:top="1440" w:right="360" w:bottom="1440" w:left="3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CD5773"/>
    <w:multiLevelType w:val="hybridMultilevel"/>
    <w:tmpl w:val="7BBEAFD4"/>
    <w:lvl w:ilvl="0" w:tplc="6428D8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EB0C9B"/>
    <w:multiLevelType w:val="hybridMultilevel"/>
    <w:tmpl w:val="C722EFB4"/>
    <w:lvl w:ilvl="0" w:tplc="2D28C6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787DA5"/>
    <w:multiLevelType w:val="hybridMultilevel"/>
    <w:tmpl w:val="6C14C1E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6E3590"/>
    <w:multiLevelType w:val="hybridMultilevel"/>
    <w:tmpl w:val="29867D16"/>
    <w:lvl w:ilvl="0" w:tplc="433E02C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F3B73"/>
    <w:rsid w:val="00017E7D"/>
    <w:rsid w:val="0002061A"/>
    <w:rsid w:val="00097FD7"/>
    <w:rsid w:val="000C58B4"/>
    <w:rsid w:val="000D7E7E"/>
    <w:rsid w:val="00113ED7"/>
    <w:rsid w:val="0012405C"/>
    <w:rsid w:val="0017416E"/>
    <w:rsid w:val="00232C46"/>
    <w:rsid w:val="00244A48"/>
    <w:rsid w:val="00257E03"/>
    <w:rsid w:val="002F0563"/>
    <w:rsid w:val="0038229B"/>
    <w:rsid w:val="00423C7C"/>
    <w:rsid w:val="00441448"/>
    <w:rsid w:val="004669AE"/>
    <w:rsid w:val="004A160F"/>
    <w:rsid w:val="004C475B"/>
    <w:rsid w:val="004D12F5"/>
    <w:rsid w:val="00597D46"/>
    <w:rsid w:val="0065420A"/>
    <w:rsid w:val="00666D1A"/>
    <w:rsid w:val="00673A32"/>
    <w:rsid w:val="00691481"/>
    <w:rsid w:val="006C163D"/>
    <w:rsid w:val="006E4D85"/>
    <w:rsid w:val="007174E9"/>
    <w:rsid w:val="00727621"/>
    <w:rsid w:val="00745100"/>
    <w:rsid w:val="0078263F"/>
    <w:rsid w:val="00804F72"/>
    <w:rsid w:val="0082468C"/>
    <w:rsid w:val="00835A33"/>
    <w:rsid w:val="00872E1C"/>
    <w:rsid w:val="008F3B73"/>
    <w:rsid w:val="00A33884"/>
    <w:rsid w:val="00A77A5D"/>
    <w:rsid w:val="00AB4E94"/>
    <w:rsid w:val="00B26331"/>
    <w:rsid w:val="00C33C5F"/>
    <w:rsid w:val="00C90A66"/>
    <w:rsid w:val="00CC3400"/>
    <w:rsid w:val="00D22FC5"/>
    <w:rsid w:val="00D5520D"/>
    <w:rsid w:val="00D91CA8"/>
    <w:rsid w:val="00DE4755"/>
    <w:rsid w:val="00DE6E85"/>
    <w:rsid w:val="00E657E8"/>
    <w:rsid w:val="00EE08C8"/>
    <w:rsid w:val="00EF2AA2"/>
    <w:rsid w:val="00F82D3F"/>
    <w:rsid w:val="00FD1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D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3C5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72E1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3388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ntro.chem.okstate.edu/1314f00/laboratory/glp.htm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hris\My%20Documents\Downloads\planbook8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planbook8</Template>
  <TotalTime>1173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TEACHER NAME:                                                                         ROOM:                            WEEK BEGINNING:</vt:lpstr>
    </vt:vector>
  </TitlesOfParts>
  <Company>nccs</Company>
  <LinksUpToDate>false</LinksUpToDate>
  <CharactersWithSpaces>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TEACHER NAME:                                                                         ROOM:                            WEEK BEGINNING:</dc:title>
  <dc:subject/>
  <dc:creator>Chris</dc:creator>
  <cp:keywords/>
  <dc:description/>
  <cp:lastModifiedBy>Chris</cp:lastModifiedBy>
  <cp:revision>10</cp:revision>
  <cp:lastPrinted>1999-09-01T03:15:00Z</cp:lastPrinted>
  <dcterms:created xsi:type="dcterms:W3CDTF">2010-05-07T01:39:00Z</dcterms:created>
  <dcterms:modified xsi:type="dcterms:W3CDTF">2010-05-11T20:04:00Z</dcterms:modified>
</cp:coreProperties>
</file>